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UR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0BAA447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2020-2023</w:t>
      </w:r>
    </w:p>
    <w:p w14:paraId="6A743604" w14:textId="1F4BE0A2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7E0380">
        <w:rPr>
          <w:rFonts w:ascii="Corbel" w:hAnsi="Corbel"/>
          <w:sz w:val="20"/>
          <w:szCs w:val="20"/>
        </w:rPr>
        <w:t>2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7E038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</w:t>
            </w:r>
            <w:bookmarkStart w:id="0" w:name="_GoBack"/>
            <w:bookmarkEnd w:id="0"/>
            <w:r w:rsidRPr="008D71FB">
              <w:rPr>
                <w:rFonts w:ascii="Corbel" w:hAnsi="Corbel"/>
                <w:b w:val="0"/>
              </w:rPr>
              <w:t>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E6CF7" w14:textId="77777777" w:rsidR="00BE35E1" w:rsidRDefault="00BE35E1" w:rsidP="00C16ABF">
      <w:pPr>
        <w:spacing w:after="0" w:line="240" w:lineRule="auto"/>
      </w:pPr>
      <w:r>
        <w:separator/>
      </w:r>
    </w:p>
  </w:endnote>
  <w:endnote w:type="continuationSeparator" w:id="0">
    <w:p w14:paraId="67C5E3B3" w14:textId="77777777" w:rsidR="00BE35E1" w:rsidRDefault="00BE35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E9462" w14:textId="77777777" w:rsidR="00BE35E1" w:rsidRDefault="00BE35E1" w:rsidP="00C16ABF">
      <w:pPr>
        <w:spacing w:after="0" w:line="240" w:lineRule="auto"/>
      </w:pPr>
      <w:r>
        <w:separator/>
      </w:r>
    </w:p>
  </w:footnote>
  <w:footnote w:type="continuationSeparator" w:id="0">
    <w:p w14:paraId="76C0F5D7" w14:textId="77777777" w:rsidR="00BE35E1" w:rsidRDefault="00BE35E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6ECFE2-C0BF-4F8D-BF00-66E3380A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1329</Words>
  <Characters>7975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2020-12-15T14:11:00Z</dcterms:created>
  <dcterms:modified xsi:type="dcterms:W3CDTF">2021-02-02T06:52:00Z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